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D015" w14:textId="77777777" w:rsidR="00124A50" w:rsidRPr="00B87DCF" w:rsidRDefault="00124A50" w:rsidP="00C10A32">
      <w:pPr>
        <w:spacing w:line="276" w:lineRule="auto"/>
        <w:rPr>
          <w:rFonts w:ascii="Arial" w:hAnsi="Arial" w:cs="Arial"/>
          <w:b/>
          <w:sz w:val="24"/>
          <w:szCs w:val="22"/>
        </w:rPr>
      </w:pPr>
    </w:p>
    <w:p w14:paraId="6E0D959C" w14:textId="22C788CD" w:rsidR="0099375D" w:rsidRPr="00B87DCF" w:rsidRDefault="005F09BF" w:rsidP="00C10A32">
      <w:pPr>
        <w:spacing w:line="276" w:lineRule="auto"/>
        <w:rPr>
          <w:rFonts w:ascii="Arial" w:hAnsi="Arial" w:cs="Arial"/>
          <w:b/>
          <w:sz w:val="32"/>
          <w:szCs w:val="40"/>
        </w:rPr>
      </w:pPr>
      <w:r w:rsidRPr="00B87DCF">
        <w:rPr>
          <w:rFonts w:ascii="Arial" w:hAnsi="Arial" w:cs="Arial"/>
          <w:b/>
          <w:sz w:val="32"/>
          <w:szCs w:val="40"/>
        </w:rPr>
        <w:t>ALLEGATO</w:t>
      </w:r>
      <w:r w:rsidR="00B879F7" w:rsidRPr="00B87DCF">
        <w:rPr>
          <w:rFonts w:ascii="Arial" w:hAnsi="Arial" w:cs="Arial"/>
          <w:b/>
          <w:sz w:val="32"/>
          <w:szCs w:val="40"/>
        </w:rPr>
        <w:t xml:space="preserve"> B</w:t>
      </w:r>
      <w:r w:rsidRPr="00B87DCF">
        <w:rPr>
          <w:rFonts w:ascii="Arial" w:hAnsi="Arial" w:cs="Arial"/>
          <w:b/>
          <w:sz w:val="32"/>
          <w:szCs w:val="40"/>
        </w:rPr>
        <w:t>bis</w:t>
      </w:r>
    </w:p>
    <w:p w14:paraId="1A3175AA" w14:textId="77777777" w:rsidR="0099375D" w:rsidRPr="00B87DCF" w:rsidRDefault="0099375D" w:rsidP="00C10A32">
      <w:pPr>
        <w:spacing w:line="276" w:lineRule="auto"/>
        <w:rPr>
          <w:rFonts w:ascii="Arial" w:hAnsi="Arial" w:cs="Arial"/>
          <w:b/>
          <w:sz w:val="32"/>
          <w:szCs w:val="40"/>
        </w:rPr>
      </w:pPr>
    </w:p>
    <w:p w14:paraId="4D693492" w14:textId="6DB4C6BC" w:rsidR="00B879F7" w:rsidRPr="00B87DCF" w:rsidRDefault="00B879F7" w:rsidP="0099375D">
      <w:pPr>
        <w:spacing w:line="276" w:lineRule="auto"/>
        <w:rPr>
          <w:rFonts w:ascii="Arial" w:hAnsi="Arial" w:cs="Arial"/>
          <w:b/>
          <w:sz w:val="32"/>
          <w:szCs w:val="40"/>
        </w:rPr>
      </w:pPr>
      <w:r w:rsidRPr="00B87DCF">
        <w:rPr>
          <w:rFonts w:ascii="Arial" w:hAnsi="Arial" w:cs="Arial"/>
          <w:b/>
          <w:sz w:val="32"/>
          <w:szCs w:val="40"/>
        </w:rPr>
        <w:t>MODELLO DEL SET INFORMATIVO</w:t>
      </w:r>
    </w:p>
    <w:p w14:paraId="02E07993" w14:textId="77777777" w:rsidR="000A5E04" w:rsidRPr="00B87DCF" w:rsidRDefault="000A5E04" w:rsidP="0099375D">
      <w:pPr>
        <w:spacing w:line="276" w:lineRule="auto"/>
        <w:rPr>
          <w:rFonts w:ascii="Arial" w:hAnsi="Arial" w:cs="Arial"/>
          <w:b/>
          <w:sz w:val="32"/>
          <w:szCs w:val="40"/>
        </w:rPr>
      </w:pPr>
    </w:p>
    <w:p w14:paraId="78A4B412" w14:textId="77777777" w:rsidR="000A5E04" w:rsidRPr="00B87DCF" w:rsidRDefault="000A5E04" w:rsidP="0099375D">
      <w:pPr>
        <w:spacing w:line="276" w:lineRule="auto"/>
        <w:rPr>
          <w:rFonts w:ascii="Arial" w:hAnsi="Arial" w:cs="Arial"/>
          <w:b/>
          <w:sz w:val="32"/>
          <w:szCs w:val="40"/>
        </w:rPr>
      </w:pPr>
    </w:p>
    <w:p w14:paraId="619D152B" w14:textId="314EC412" w:rsidR="000A5E04" w:rsidRPr="00B87DCF" w:rsidRDefault="000A5E04" w:rsidP="0099375D">
      <w:pPr>
        <w:spacing w:line="276" w:lineRule="auto"/>
        <w:rPr>
          <w:rFonts w:ascii="Arial" w:hAnsi="Arial" w:cs="Arial"/>
          <w:b/>
          <w:sz w:val="32"/>
          <w:szCs w:val="40"/>
        </w:rPr>
      </w:pPr>
      <w:r w:rsidRPr="00B87DCF">
        <w:rPr>
          <w:rFonts w:ascii="Arial" w:hAnsi="Arial" w:cs="Arial"/>
          <w:b/>
          <w:sz w:val="32"/>
          <w:szCs w:val="40"/>
        </w:rPr>
        <w:t>ID</w:t>
      </w:r>
      <w:r w:rsidR="0071471B">
        <w:rPr>
          <w:rFonts w:ascii="Arial" w:hAnsi="Arial" w:cs="Arial"/>
          <w:b/>
          <w:sz w:val="32"/>
          <w:szCs w:val="40"/>
        </w:rPr>
        <w:t xml:space="preserve"> </w:t>
      </w:r>
      <w:r w:rsidRPr="00B87DCF">
        <w:rPr>
          <w:rFonts w:ascii="Arial" w:hAnsi="Arial" w:cs="Arial"/>
          <w:b/>
          <w:sz w:val="32"/>
          <w:szCs w:val="40"/>
        </w:rPr>
        <w:t>2</w:t>
      </w:r>
      <w:r w:rsidR="00D13A0E" w:rsidRPr="00B87DCF">
        <w:rPr>
          <w:rFonts w:ascii="Arial" w:hAnsi="Arial" w:cs="Arial"/>
          <w:b/>
          <w:sz w:val="32"/>
          <w:szCs w:val="40"/>
        </w:rPr>
        <w:t>8</w:t>
      </w:r>
      <w:r w:rsidR="00B87DCF">
        <w:rPr>
          <w:rFonts w:ascii="Arial" w:hAnsi="Arial" w:cs="Arial"/>
          <w:b/>
          <w:sz w:val="32"/>
          <w:szCs w:val="40"/>
        </w:rPr>
        <w:t>88</w:t>
      </w:r>
    </w:p>
    <w:p w14:paraId="6242027D" w14:textId="188C2221" w:rsidR="0099375D" w:rsidRPr="00B87DCF" w:rsidRDefault="0099375D">
      <w:pPr>
        <w:ind w:firstLine="0"/>
        <w:jc w:val="left"/>
        <w:rPr>
          <w:rFonts w:ascii="Arial" w:hAnsi="Arial" w:cs="Arial"/>
          <w:b/>
          <w:sz w:val="32"/>
          <w:szCs w:val="40"/>
        </w:rPr>
      </w:pPr>
      <w:r w:rsidRPr="00B87DCF">
        <w:rPr>
          <w:rFonts w:ascii="Arial" w:hAnsi="Arial" w:cs="Arial"/>
          <w:b/>
          <w:bCs/>
          <w:sz w:val="22"/>
          <w:szCs w:val="22"/>
        </w:rPr>
        <w:br w:type="page"/>
      </w:r>
    </w:p>
    <w:p w14:paraId="78535655" w14:textId="72E626F4" w:rsidR="00353261" w:rsidRPr="00B87DCF" w:rsidRDefault="00D13A0E" w:rsidP="00353261">
      <w:pPr>
        <w:spacing w:line="300" w:lineRule="exact"/>
        <w:ind w:firstLine="0"/>
        <w:rPr>
          <w:rFonts w:ascii="Arial" w:hAnsi="Arial" w:cs="Arial"/>
        </w:rPr>
      </w:pPr>
      <w:r w:rsidRPr="00B87DCF">
        <w:rPr>
          <w:rFonts w:ascii="Arial" w:hAnsi="Arial" w:cs="Arial"/>
        </w:rPr>
        <w:lastRenderedPageBreak/>
        <w:t>I</w:t>
      </w:r>
      <w:r w:rsidR="00353261" w:rsidRPr="00B87DCF">
        <w:rPr>
          <w:rFonts w:ascii="Arial" w:hAnsi="Arial" w:cs="Arial"/>
        </w:rPr>
        <w:t xml:space="preserve">l </w:t>
      </w:r>
      <w:r w:rsidR="00726DEC" w:rsidRPr="00B87DCF">
        <w:rPr>
          <w:rFonts w:ascii="Arial" w:hAnsi="Arial" w:cs="Arial"/>
        </w:rPr>
        <w:t>Concorrente</w:t>
      </w:r>
      <w:r w:rsidR="00353261" w:rsidRPr="00B87DCF">
        <w:rPr>
          <w:rFonts w:ascii="Arial" w:hAnsi="Arial" w:cs="Arial"/>
        </w:rPr>
        <w:t xml:space="preserve"> dovrà predisporre </w:t>
      </w:r>
      <w:r w:rsidRPr="00B87DCF">
        <w:rPr>
          <w:rFonts w:ascii="Arial" w:hAnsi="Arial" w:cs="Arial"/>
        </w:rPr>
        <w:t>un</w:t>
      </w:r>
      <w:r w:rsidR="00353261" w:rsidRPr="00B87DCF">
        <w:rPr>
          <w:rFonts w:ascii="Arial" w:hAnsi="Arial" w:cs="Arial"/>
        </w:rPr>
        <w:t xml:space="preserve"> file contenente le </w:t>
      </w:r>
      <w:r w:rsidRPr="00B87DCF">
        <w:rPr>
          <w:rFonts w:ascii="Arial" w:hAnsi="Arial" w:cs="Arial"/>
        </w:rPr>
        <w:t>seguenti</w:t>
      </w:r>
      <w:r w:rsidR="00353261" w:rsidRPr="00B87DCF">
        <w:rPr>
          <w:rFonts w:ascii="Arial" w:hAnsi="Arial" w:cs="Arial"/>
        </w:rPr>
        <w:t xml:space="preserve"> Tabelle debitamente compilate.</w:t>
      </w:r>
    </w:p>
    <w:p w14:paraId="48CDA636" w14:textId="77777777" w:rsidR="00353261" w:rsidRPr="00B87DCF" w:rsidRDefault="00353261" w:rsidP="00353261">
      <w:pPr>
        <w:spacing w:line="300" w:lineRule="exact"/>
        <w:ind w:firstLine="0"/>
        <w:rPr>
          <w:rFonts w:ascii="Arial" w:hAnsi="Arial" w:cs="Arial"/>
        </w:rPr>
      </w:pPr>
    </w:p>
    <w:p w14:paraId="3023F3F7" w14:textId="7527A843" w:rsidR="00353261" w:rsidRPr="00B87DCF" w:rsidRDefault="00353261" w:rsidP="005F1EDD">
      <w:pPr>
        <w:spacing w:line="300" w:lineRule="exact"/>
        <w:ind w:firstLine="0"/>
        <w:rPr>
          <w:rFonts w:ascii="Arial" w:hAnsi="Arial" w:cs="Arial"/>
          <w:b/>
        </w:rPr>
      </w:pPr>
      <w:bookmarkStart w:id="0" w:name="_Toc55217230"/>
      <w:r w:rsidRPr="00B87DCF">
        <w:rPr>
          <w:rFonts w:ascii="Arial" w:hAnsi="Arial" w:cs="Arial"/>
          <w:b/>
        </w:rPr>
        <w:t>Tabella 1: set informativo esposizione</w:t>
      </w:r>
      <w:bookmarkEnd w:id="0"/>
    </w:p>
    <w:tbl>
      <w:tblPr>
        <w:tblStyle w:val="Grigliatabella"/>
        <w:tblW w:w="5096" w:type="pct"/>
        <w:tblLook w:val="04A0" w:firstRow="1" w:lastRow="0" w:firstColumn="1" w:lastColumn="0" w:noHBand="0" w:noVBand="1"/>
      </w:tblPr>
      <w:tblGrid>
        <w:gridCol w:w="1850"/>
        <w:gridCol w:w="1464"/>
        <w:gridCol w:w="1337"/>
        <w:gridCol w:w="1201"/>
        <w:gridCol w:w="1464"/>
        <w:gridCol w:w="1630"/>
      </w:tblGrid>
      <w:tr w:rsidR="00B87DCF" w:rsidRPr="00B87DCF" w14:paraId="01152C30" w14:textId="35AA9830" w:rsidTr="00E41522">
        <w:trPr>
          <w:trHeight w:val="113"/>
          <w:tblHeader/>
        </w:trPr>
        <w:tc>
          <w:tcPr>
            <w:tcW w:w="1034" w:type="pct"/>
            <w:shd w:val="clear" w:color="auto" w:fill="002060"/>
            <w:vAlign w:val="center"/>
          </w:tcPr>
          <w:p w14:paraId="03FCE5C1" w14:textId="77777777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Codice sequenza</w:t>
            </w:r>
          </w:p>
        </w:tc>
        <w:tc>
          <w:tcPr>
            <w:tcW w:w="818" w:type="pct"/>
            <w:shd w:val="clear" w:color="auto" w:fill="002060"/>
            <w:vAlign w:val="center"/>
          </w:tcPr>
          <w:p w14:paraId="1806C7E6" w14:textId="77777777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FOV</w:t>
            </w:r>
          </w:p>
        </w:tc>
        <w:tc>
          <w:tcPr>
            <w:tcW w:w="747" w:type="pct"/>
            <w:shd w:val="clear" w:color="auto" w:fill="002060"/>
            <w:vAlign w:val="center"/>
          </w:tcPr>
          <w:p w14:paraId="572F9187" w14:textId="77777777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kV</w:t>
            </w:r>
          </w:p>
        </w:tc>
        <w:tc>
          <w:tcPr>
            <w:tcW w:w="671" w:type="pct"/>
            <w:shd w:val="clear" w:color="auto" w:fill="002060"/>
            <w:vAlign w:val="center"/>
          </w:tcPr>
          <w:p w14:paraId="56EED31D" w14:textId="25748D76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mA*</w:t>
            </w:r>
          </w:p>
        </w:tc>
        <w:tc>
          <w:tcPr>
            <w:tcW w:w="818" w:type="pct"/>
            <w:shd w:val="clear" w:color="auto" w:fill="002060"/>
            <w:vAlign w:val="center"/>
          </w:tcPr>
          <w:p w14:paraId="2325EF08" w14:textId="55525F99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ms*</w:t>
            </w:r>
          </w:p>
        </w:tc>
        <w:tc>
          <w:tcPr>
            <w:tcW w:w="911" w:type="pct"/>
            <w:shd w:val="clear" w:color="auto" w:fill="002060"/>
          </w:tcPr>
          <w:p w14:paraId="6C9D2BF9" w14:textId="748A6C0E" w:rsidR="00B87DCF" w:rsidRPr="00B87DCF" w:rsidRDefault="00B87DCF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7746">
              <w:rPr>
                <w:rFonts w:ascii="Arial" w:hAnsi="Arial" w:cs="Arial"/>
                <w:b/>
                <w:sz w:val="16"/>
                <w:szCs w:val="16"/>
              </w:rPr>
              <w:t>mAs (eventuale)</w:t>
            </w:r>
          </w:p>
        </w:tc>
      </w:tr>
      <w:tr w:rsidR="00B87DCF" w:rsidRPr="00B87DCF" w14:paraId="7F27BF8D" w14:textId="64ACD4AF" w:rsidTr="00E41522">
        <w:trPr>
          <w:trHeight w:val="113"/>
        </w:trPr>
        <w:tc>
          <w:tcPr>
            <w:tcW w:w="1034" w:type="pct"/>
            <w:vAlign w:val="center"/>
          </w:tcPr>
          <w:p w14:paraId="244CD261" w14:textId="3DEB582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818" w:type="pct"/>
            <w:vAlign w:val="center"/>
          </w:tcPr>
          <w:p w14:paraId="322F9BC5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6777B350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7626E4FB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4D2B5C55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556826B3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DCF" w:rsidRPr="00B87DCF" w14:paraId="3ACE8BC2" w14:textId="17A174CD" w:rsidTr="00E41522">
        <w:trPr>
          <w:trHeight w:val="113"/>
        </w:trPr>
        <w:tc>
          <w:tcPr>
            <w:tcW w:w="1034" w:type="pct"/>
            <w:vAlign w:val="center"/>
          </w:tcPr>
          <w:p w14:paraId="32EC8F38" w14:textId="3B255448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818" w:type="pct"/>
            <w:vAlign w:val="center"/>
          </w:tcPr>
          <w:p w14:paraId="383F1443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66F91BAA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7DA733FA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1281FB41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280A92CC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DCF" w:rsidRPr="00B87DCF" w14:paraId="51BA6D77" w14:textId="38AE6A09" w:rsidTr="00E41522">
        <w:trPr>
          <w:trHeight w:val="113"/>
        </w:trPr>
        <w:tc>
          <w:tcPr>
            <w:tcW w:w="1034" w:type="pct"/>
            <w:vAlign w:val="center"/>
          </w:tcPr>
          <w:p w14:paraId="20D47702" w14:textId="1E5729F1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818" w:type="pct"/>
            <w:vAlign w:val="center"/>
          </w:tcPr>
          <w:p w14:paraId="11E63FED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492F236A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306E7BD1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1990C065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1626B184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DCF" w:rsidRPr="00B87DCF" w14:paraId="27D6DDB9" w14:textId="6574CB0D" w:rsidTr="00E41522">
        <w:trPr>
          <w:trHeight w:val="113"/>
        </w:trPr>
        <w:tc>
          <w:tcPr>
            <w:tcW w:w="1034" w:type="pct"/>
            <w:vAlign w:val="center"/>
          </w:tcPr>
          <w:p w14:paraId="78064EE3" w14:textId="020A681A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818" w:type="pct"/>
            <w:vAlign w:val="center"/>
          </w:tcPr>
          <w:p w14:paraId="250D4072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086E1123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01941647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29275BDD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4C9E911B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DCF" w:rsidRPr="00B87DCF" w14:paraId="2A911EF6" w14:textId="7A319B69" w:rsidTr="00E41522">
        <w:trPr>
          <w:trHeight w:val="113"/>
        </w:trPr>
        <w:tc>
          <w:tcPr>
            <w:tcW w:w="1034" w:type="pct"/>
            <w:vAlign w:val="center"/>
          </w:tcPr>
          <w:p w14:paraId="7904C4D1" w14:textId="45FD8374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818" w:type="pct"/>
            <w:vAlign w:val="center"/>
          </w:tcPr>
          <w:p w14:paraId="46FF721F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50C9F430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6EA9C8F9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028FFC1C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5C240CD8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DCF" w:rsidRPr="00B87DCF" w14:paraId="3B1DD4EF" w14:textId="6E0DA47D" w:rsidTr="00E41522">
        <w:trPr>
          <w:trHeight w:val="113"/>
        </w:trPr>
        <w:tc>
          <w:tcPr>
            <w:tcW w:w="1034" w:type="pct"/>
          </w:tcPr>
          <w:p w14:paraId="1C5D9903" w14:textId="4E116914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818" w:type="pct"/>
            <w:vAlign w:val="center"/>
          </w:tcPr>
          <w:p w14:paraId="4DC3D32B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747" w:type="pct"/>
            <w:vAlign w:val="center"/>
          </w:tcPr>
          <w:p w14:paraId="6C88F29C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1" w:type="pct"/>
            <w:vAlign w:val="center"/>
          </w:tcPr>
          <w:p w14:paraId="5CD02A47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18" w:type="pct"/>
            <w:vAlign w:val="center"/>
          </w:tcPr>
          <w:p w14:paraId="38F2DD4E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11" w:type="pct"/>
          </w:tcPr>
          <w:p w14:paraId="1C6C5070" w14:textId="77777777" w:rsidR="00B87DCF" w:rsidRPr="00B87DCF" w:rsidRDefault="00B87DCF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6500547" w14:textId="09F8E357" w:rsidR="005F1EDD" w:rsidRPr="00B87DCF" w:rsidRDefault="00D13A0E" w:rsidP="005F1EDD">
      <w:pPr>
        <w:spacing w:line="300" w:lineRule="exact"/>
        <w:ind w:firstLine="0"/>
        <w:rPr>
          <w:rFonts w:ascii="Arial" w:hAnsi="Arial" w:cs="Arial"/>
          <w:i/>
          <w:sz w:val="16"/>
          <w:szCs w:val="16"/>
        </w:rPr>
      </w:pPr>
      <w:bookmarkStart w:id="1" w:name="_Toc61369415"/>
      <w:bookmarkEnd w:id="1"/>
      <w:r w:rsidRPr="00B87DCF">
        <w:rPr>
          <w:rFonts w:ascii="Arial" w:hAnsi="Arial" w:cs="Arial"/>
          <w:i/>
          <w:sz w:val="16"/>
          <w:szCs w:val="16"/>
        </w:rPr>
        <w:t>*in alternativa ai mA e ai ms il concorrente può indicare i mAs</w:t>
      </w:r>
    </w:p>
    <w:p w14:paraId="41E5535A" w14:textId="77777777" w:rsidR="00D13A0E" w:rsidRPr="00B87DCF" w:rsidRDefault="00D13A0E" w:rsidP="005F1EDD">
      <w:pPr>
        <w:spacing w:line="300" w:lineRule="exact"/>
        <w:ind w:firstLine="0"/>
        <w:rPr>
          <w:rFonts w:ascii="Arial" w:hAnsi="Arial" w:cs="Arial"/>
          <w:b/>
        </w:rPr>
      </w:pPr>
    </w:p>
    <w:p w14:paraId="757B4F92" w14:textId="588A04C1" w:rsidR="00353261" w:rsidRPr="00B87DCF" w:rsidRDefault="00353261" w:rsidP="005F1EDD">
      <w:pPr>
        <w:spacing w:line="300" w:lineRule="exact"/>
        <w:ind w:firstLine="0"/>
        <w:rPr>
          <w:rFonts w:ascii="Arial" w:hAnsi="Arial" w:cs="Arial"/>
          <w:b/>
        </w:rPr>
      </w:pPr>
      <w:r w:rsidRPr="00B87DCF">
        <w:rPr>
          <w:rFonts w:ascii="Arial" w:hAnsi="Arial" w:cs="Arial"/>
          <w:b/>
        </w:rPr>
        <w:t xml:space="preserve">Tabella 2: set informativo </w:t>
      </w:r>
      <w:r w:rsidR="00D13A0E" w:rsidRPr="00B87DCF">
        <w:rPr>
          <w:rFonts w:ascii="Arial" w:hAnsi="Arial" w:cs="Arial"/>
          <w:b/>
        </w:rPr>
        <w:t>set informativo radiofarmaco</w:t>
      </w:r>
    </w:p>
    <w:tbl>
      <w:tblPr>
        <w:tblStyle w:val="Grigliatabella"/>
        <w:tblW w:w="894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843"/>
        <w:gridCol w:w="1976"/>
        <w:gridCol w:w="1436"/>
        <w:gridCol w:w="2126"/>
        <w:gridCol w:w="1560"/>
      </w:tblGrid>
      <w:tr w:rsidR="00D13A0E" w:rsidRPr="00B87DCF" w14:paraId="7CA30FAE" w14:textId="77777777" w:rsidTr="00537746">
        <w:trPr>
          <w:trHeight w:val="113"/>
        </w:trPr>
        <w:tc>
          <w:tcPr>
            <w:tcW w:w="1843" w:type="dxa"/>
            <w:shd w:val="clear" w:color="auto" w:fill="002060"/>
            <w:vAlign w:val="center"/>
          </w:tcPr>
          <w:p w14:paraId="16A87FCA" w14:textId="27198CAB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Codice sequenza</w:t>
            </w:r>
          </w:p>
        </w:tc>
        <w:tc>
          <w:tcPr>
            <w:tcW w:w="1976" w:type="dxa"/>
            <w:shd w:val="clear" w:color="auto" w:fill="002060"/>
            <w:vAlign w:val="center"/>
          </w:tcPr>
          <w:p w14:paraId="593B23A6" w14:textId="5F9663E1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Tipologia di radiofarmaco</w:t>
            </w:r>
          </w:p>
        </w:tc>
        <w:tc>
          <w:tcPr>
            <w:tcW w:w="1436" w:type="dxa"/>
            <w:shd w:val="clear" w:color="auto" w:fill="002060"/>
            <w:vAlign w:val="center"/>
          </w:tcPr>
          <w:p w14:paraId="4CD38B25" w14:textId="5A30B439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Quantità somministrata (MBq)</w:t>
            </w:r>
          </w:p>
        </w:tc>
        <w:tc>
          <w:tcPr>
            <w:tcW w:w="2126" w:type="dxa"/>
            <w:shd w:val="clear" w:color="auto" w:fill="002060"/>
            <w:vAlign w:val="center"/>
          </w:tcPr>
          <w:p w14:paraId="6A8DDD3C" w14:textId="327596CA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Sede anatomica di somministrazione del radiofarmaco</w:t>
            </w:r>
          </w:p>
        </w:tc>
        <w:tc>
          <w:tcPr>
            <w:tcW w:w="1560" w:type="dxa"/>
            <w:shd w:val="clear" w:color="auto" w:fill="002060"/>
            <w:vAlign w:val="center"/>
          </w:tcPr>
          <w:p w14:paraId="5F6D3BFC" w14:textId="344894F9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Durata acquisizione totale</w:t>
            </w:r>
          </w:p>
        </w:tc>
      </w:tr>
      <w:tr w:rsidR="00D13A0E" w:rsidRPr="00B87DCF" w14:paraId="5A116373" w14:textId="77777777" w:rsidTr="00537746">
        <w:trPr>
          <w:trHeight w:val="113"/>
        </w:trPr>
        <w:tc>
          <w:tcPr>
            <w:tcW w:w="1843" w:type="dxa"/>
            <w:vAlign w:val="center"/>
          </w:tcPr>
          <w:p w14:paraId="169D7DF3" w14:textId="67123F34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976" w:type="dxa"/>
            <w:vAlign w:val="center"/>
          </w:tcPr>
          <w:p w14:paraId="32F590F2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</w:tcPr>
          <w:p w14:paraId="11C65A33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017F188B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03DD40F3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D13A0E" w:rsidRPr="00B87DCF" w14:paraId="25FD0918" w14:textId="77777777" w:rsidTr="00537746">
        <w:trPr>
          <w:trHeight w:val="113"/>
        </w:trPr>
        <w:tc>
          <w:tcPr>
            <w:tcW w:w="1843" w:type="dxa"/>
            <w:vAlign w:val="center"/>
          </w:tcPr>
          <w:p w14:paraId="68210873" w14:textId="6CADF660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976" w:type="dxa"/>
            <w:vAlign w:val="center"/>
          </w:tcPr>
          <w:p w14:paraId="564E2447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  <w:vAlign w:val="center"/>
          </w:tcPr>
          <w:p w14:paraId="0ED2A557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421DC383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0AE24851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D13A0E" w:rsidRPr="00B87DCF" w14:paraId="58F90216" w14:textId="77777777" w:rsidTr="00537746">
        <w:trPr>
          <w:trHeight w:val="113"/>
        </w:trPr>
        <w:tc>
          <w:tcPr>
            <w:tcW w:w="1843" w:type="dxa"/>
            <w:vAlign w:val="center"/>
          </w:tcPr>
          <w:p w14:paraId="7752A400" w14:textId="4D991FAC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976" w:type="dxa"/>
            <w:vAlign w:val="center"/>
          </w:tcPr>
          <w:p w14:paraId="386A7C60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  <w:vAlign w:val="center"/>
          </w:tcPr>
          <w:p w14:paraId="683249C3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6C44A457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20618A07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D13A0E" w:rsidRPr="00B87DCF" w14:paraId="430F6CD7" w14:textId="77777777" w:rsidTr="00537746">
        <w:trPr>
          <w:trHeight w:val="113"/>
        </w:trPr>
        <w:tc>
          <w:tcPr>
            <w:tcW w:w="1843" w:type="dxa"/>
            <w:vAlign w:val="center"/>
          </w:tcPr>
          <w:p w14:paraId="63D1F423" w14:textId="5067BD05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976" w:type="dxa"/>
            <w:vAlign w:val="center"/>
          </w:tcPr>
          <w:p w14:paraId="088FBD02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  <w:vAlign w:val="center"/>
          </w:tcPr>
          <w:p w14:paraId="0D52A47C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367CE9B6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711EBB96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D13A0E" w:rsidRPr="00B87DCF" w14:paraId="797CC418" w14:textId="77777777" w:rsidTr="00537746">
        <w:trPr>
          <w:trHeight w:val="113"/>
        </w:trPr>
        <w:tc>
          <w:tcPr>
            <w:tcW w:w="1843" w:type="dxa"/>
            <w:vAlign w:val="center"/>
          </w:tcPr>
          <w:p w14:paraId="41CF5DFB" w14:textId="2E2ADFD1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976" w:type="dxa"/>
            <w:vAlign w:val="center"/>
          </w:tcPr>
          <w:p w14:paraId="4B5532E9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  <w:vAlign w:val="center"/>
          </w:tcPr>
          <w:p w14:paraId="1E8EEE7C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6C5FDCB7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34A3583C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</w:tr>
      <w:tr w:rsidR="00D13A0E" w:rsidRPr="00B87DCF" w14:paraId="2AEB3E62" w14:textId="77777777" w:rsidTr="00537746">
        <w:trPr>
          <w:trHeight w:val="113"/>
        </w:trPr>
        <w:tc>
          <w:tcPr>
            <w:tcW w:w="1843" w:type="dxa"/>
          </w:tcPr>
          <w:p w14:paraId="427BC5CE" w14:textId="4F4B8DBB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976" w:type="dxa"/>
            <w:vAlign w:val="center"/>
          </w:tcPr>
          <w:p w14:paraId="216037B2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436" w:type="dxa"/>
            <w:vAlign w:val="center"/>
          </w:tcPr>
          <w:p w14:paraId="03456290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126" w:type="dxa"/>
          </w:tcPr>
          <w:p w14:paraId="17E2D8F3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</w:tcPr>
          <w:p w14:paraId="74A9A351" w14:textId="77777777" w:rsidR="00D13A0E" w:rsidRPr="00B87DCF" w:rsidRDefault="00D13A0E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14:paraId="65056E79" w14:textId="15FEFD8E" w:rsidR="00353261" w:rsidRPr="00B87DCF" w:rsidRDefault="00353261" w:rsidP="005F1EDD">
      <w:pPr>
        <w:rPr>
          <w:rFonts w:ascii="Arial" w:hAnsi="Arial" w:cs="Arial"/>
        </w:rPr>
      </w:pPr>
    </w:p>
    <w:p w14:paraId="13EDDDA3" w14:textId="77777777" w:rsidR="00D13A0E" w:rsidRPr="00B87DCF" w:rsidRDefault="00D13A0E" w:rsidP="005F1EDD">
      <w:pPr>
        <w:spacing w:line="300" w:lineRule="exact"/>
        <w:ind w:firstLine="0"/>
        <w:rPr>
          <w:rFonts w:ascii="Arial" w:hAnsi="Arial" w:cs="Arial"/>
          <w:b/>
        </w:rPr>
      </w:pPr>
    </w:p>
    <w:p w14:paraId="7441621A" w14:textId="59790CD3" w:rsidR="00353261" w:rsidRPr="00B87DCF" w:rsidRDefault="00353261" w:rsidP="005F1EDD">
      <w:pPr>
        <w:spacing w:line="300" w:lineRule="exact"/>
        <w:ind w:firstLine="0"/>
        <w:rPr>
          <w:rFonts w:ascii="Arial" w:hAnsi="Arial" w:cs="Arial"/>
          <w:b/>
        </w:rPr>
      </w:pPr>
      <w:r w:rsidRPr="00B87DCF">
        <w:rPr>
          <w:rFonts w:ascii="Arial" w:hAnsi="Arial" w:cs="Arial"/>
          <w:b/>
        </w:rPr>
        <w:t>Tabella 3: set informativo paziente</w:t>
      </w:r>
    </w:p>
    <w:tbl>
      <w:tblPr>
        <w:tblStyle w:val="Grigliatabella"/>
        <w:tblW w:w="5093" w:type="pct"/>
        <w:tblInd w:w="-15" w:type="dxa"/>
        <w:tblLook w:val="04A0" w:firstRow="1" w:lastRow="0" w:firstColumn="1" w:lastColumn="0" w:noHBand="0" w:noVBand="1"/>
      </w:tblPr>
      <w:tblGrid>
        <w:gridCol w:w="946"/>
        <w:gridCol w:w="1860"/>
        <w:gridCol w:w="1182"/>
        <w:gridCol w:w="1182"/>
        <w:gridCol w:w="1069"/>
        <w:gridCol w:w="1185"/>
        <w:gridCol w:w="1516"/>
      </w:tblGrid>
      <w:tr w:rsidR="00537746" w:rsidRPr="00B87DCF" w14:paraId="68813EBD" w14:textId="77777777" w:rsidTr="00537746">
        <w:trPr>
          <w:trHeight w:val="113"/>
        </w:trPr>
        <w:tc>
          <w:tcPr>
            <w:tcW w:w="529" w:type="pct"/>
            <w:shd w:val="clear" w:color="auto" w:fill="002060"/>
            <w:vAlign w:val="center"/>
          </w:tcPr>
          <w:p w14:paraId="0B5D643A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Codice sequenza</w:t>
            </w:r>
          </w:p>
        </w:tc>
        <w:tc>
          <w:tcPr>
            <w:tcW w:w="1040" w:type="pct"/>
            <w:shd w:val="clear" w:color="auto" w:fill="002060"/>
            <w:vAlign w:val="center"/>
          </w:tcPr>
          <w:p w14:paraId="18DAC463" w14:textId="09A3A939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Tipo endoprotesi (anca, ginocchio…)</w:t>
            </w:r>
          </w:p>
        </w:tc>
        <w:tc>
          <w:tcPr>
            <w:tcW w:w="661" w:type="pct"/>
            <w:shd w:val="clear" w:color="auto" w:fill="002060"/>
            <w:vAlign w:val="center"/>
          </w:tcPr>
          <w:p w14:paraId="1BACD01A" w14:textId="14BA19F5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Altezza paziente (cm)</w:t>
            </w:r>
          </w:p>
        </w:tc>
        <w:tc>
          <w:tcPr>
            <w:tcW w:w="661" w:type="pct"/>
            <w:shd w:val="clear" w:color="auto" w:fill="002060"/>
            <w:vAlign w:val="center"/>
          </w:tcPr>
          <w:p w14:paraId="4FB82985" w14:textId="243619CA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Peso paziente (Kg)</w:t>
            </w:r>
          </w:p>
        </w:tc>
        <w:tc>
          <w:tcPr>
            <w:tcW w:w="598" w:type="pct"/>
            <w:shd w:val="clear" w:color="auto" w:fill="002060"/>
            <w:vAlign w:val="center"/>
          </w:tcPr>
          <w:p w14:paraId="671DB65F" w14:textId="60C20001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Età paziente (aa)</w:t>
            </w:r>
          </w:p>
        </w:tc>
        <w:tc>
          <w:tcPr>
            <w:tcW w:w="663" w:type="pct"/>
            <w:shd w:val="clear" w:color="auto" w:fill="002060"/>
            <w:vAlign w:val="center"/>
          </w:tcPr>
          <w:p w14:paraId="79EA394B" w14:textId="13F3A4F5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Genere paziente (F/M)</w:t>
            </w:r>
          </w:p>
        </w:tc>
        <w:tc>
          <w:tcPr>
            <w:tcW w:w="848" w:type="pct"/>
            <w:shd w:val="clear" w:color="auto" w:fill="002060"/>
            <w:vAlign w:val="center"/>
          </w:tcPr>
          <w:p w14:paraId="370393CE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BMI paziente</w:t>
            </w:r>
          </w:p>
          <w:p w14:paraId="29A4E9D5" w14:textId="1F4A25D2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b/>
                <w:sz w:val="16"/>
                <w:szCs w:val="16"/>
              </w:rPr>
              <w:t>(kg*m</w:t>
            </w:r>
            <w:r w:rsidRPr="00B87DCF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B87DCF">
              <w:rPr>
                <w:rFonts w:ascii="Arial" w:hAnsi="Arial" w:cs="Arial"/>
                <w:b/>
                <w:sz w:val="16"/>
                <w:szCs w:val="16"/>
                <w:lang w:val="it-IT"/>
              </w:rPr>
              <w:t>)</w:t>
            </w:r>
          </w:p>
        </w:tc>
      </w:tr>
      <w:tr w:rsidR="00537746" w:rsidRPr="00B87DCF" w14:paraId="2196EF7D" w14:textId="77777777" w:rsidTr="00537746">
        <w:trPr>
          <w:trHeight w:val="113"/>
        </w:trPr>
        <w:tc>
          <w:tcPr>
            <w:tcW w:w="529" w:type="pct"/>
            <w:vAlign w:val="center"/>
          </w:tcPr>
          <w:p w14:paraId="4150C887" w14:textId="4B1F91C1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BIO_1</w:t>
            </w:r>
          </w:p>
        </w:tc>
        <w:tc>
          <w:tcPr>
            <w:tcW w:w="1040" w:type="pct"/>
            <w:shd w:val="clear" w:color="auto" w:fill="AEAAAA" w:themeFill="background2" w:themeFillShade="BF"/>
            <w:vAlign w:val="center"/>
          </w:tcPr>
          <w:p w14:paraId="5329C426" w14:textId="0198061C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0456CF3C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1158D3B7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17BEDFAF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10980C00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34112428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537746" w:rsidRPr="00B87DCF" w14:paraId="36DAE94B" w14:textId="77777777" w:rsidTr="00537746">
        <w:trPr>
          <w:trHeight w:val="113"/>
        </w:trPr>
        <w:tc>
          <w:tcPr>
            <w:tcW w:w="529" w:type="pct"/>
            <w:vAlign w:val="center"/>
          </w:tcPr>
          <w:p w14:paraId="366E50F3" w14:textId="23BA001A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BIO_2</w:t>
            </w:r>
          </w:p>
        </w:tc>
        <w:tc>
          <w:tcPr>
            <w:tcW w:w="1040" w:type="pct"/>
            <w:shd w:val="clear" w:color="auto" w:fill="AEAAAA" w:themeFill="background2" w:themeFillShade="BF"/>
            <w:vAlign w:val="center"/>
          </w:tcPr>
          <w:p w14:paraId="41243924" w14:textId="402F1539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25B10321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12D1D5CB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17038731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7D663059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5459C675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537746" w:rsidRPr="00B87DCF" w14:paraId="509340D9" w14:textId="77777777" w:rsidTr="00537746">
        <w:trPr>
          <w:trHeight w:val="113"/>
        </w:trPr>
        <w:tc>
          <w:tcPr>
            <w:tcW w:w="529" w:type="pct"/>
            <w:vAlign w:val="center"/>
          </w:tcPr>
          <w:p w14:paraId="0734A7DC" w14:textId="48412B58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BIO_3</w:t>
            </w:r>
          </w:p>
        </w:tc>
        <w:tc>
          <w:tcPr>
            <w:tcW w:w="1040" w:type="pct"/>
            <w:shd w:val="clear" w:color="auto" w:fill="AEAAAA" w:themeFill="background2" w:themeFillShade="BF"/>
            <w:vAlign w:val="center"/>
          </w:tcPr>
          <w:p w14:paraId="0A184C96" w14:textId="694DF642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613EC9AB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40CB8148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5A2B9107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5467ACA2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28569CB1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537746" w:rsidRPr="00B87DCF" w14:paraId="684CB239" w14:textId="77777777" w:rsidTr="00537746">
        <w:trPr>
          <w:trHeight w:val="113"/>
        </w:trPr>
        <w:tc>
          <w:tcPr>
            <w:tcW w:w="529" w:type="pct"/>
            <w:vAlign w:val="center"/>
          </w:tcPr>
          <w:p w14:paraId="3C2B930F" w14:textId="3C069436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BIO_4</w:t>
            </w:r>
          </w:p>
        </w:tc>
        <w:tc>
          <w:tcPr>
            <w:tcW w:w="1040" w:type="pct"/>
            <w:vAlign w:val="center"/>
          </w:tcPr>
          <w:p w14:paraId="6EB57233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41EB00DE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6F8D25AE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14EB66AB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25CE7BAC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7D6B4F3F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537746" w:rsidRPr="00B87DCF" w14:paraId="4C5DF3CF" w14:textId="77777777" w:rsidTr="00537746">
        <w:trPr>
          <w:trHeight w:val="113"/>
        </w:trPr>
        <w:tc>
          <w:tcPr>
            <w:tcW w:w="529" w:type="pct"/>
            <w:vAlign w:val="center"/>
          </w:tcPr>
          <w:p w14:paraId="615E2FE3" w14:textId="74478E2F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BIO_5</w:t>
            </w:r>
          </w:p>
        </w:tc>
        <w:tc>
          <w:tcPr>
            <w:tcW w:w="1040" w:type="pct"/>
            <w:shd w:val="clear" w:color="auto" w:fill="AEAAAA" w:themeFill="background2" w:themeFillShade="BF"/>
            <w:vAlign w:val="center"/>
          </w:tcPr>
          <w:p w14:paraId="756008FA" w14:textId="6EED4360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00456625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016C4EB8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3314A1F1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39956C23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346241BF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537746" w:rsidRPr="00B87DCF" w14:paraId="0A2D3B3E" w14:textId="77777777" w:rsidTr="00537746">
        <w:trPr>
          <w:trHeight w:val="113"/>
        </w:trPr>
        <w:tc>
          <w:tcPr>
            <w:tcW w:w="529" w:type="pct"/>
          </w:tcPr>
          <w:p w14:paraId="4B5F2F7B" w14:textId="7BC1213A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  <w:r w:rsidRPr="00B87DCF">
              <w:rPr>
                <w:rFonts w:ascii="Arial" w:hAnsi="Arial" w:cs="Arial"/>
                <w:sz w:val="16"/>
                <w:szCs w:val="16"/>
                <w:lang w:val="it-IT"/>
              </w:rPr>
              <w:t>BIO_6</w:t>
            </w:r>
          </w:p>
        </w:tc>
        <w:tc>
          <w:tcPr>
            <w:tcW w:w="1040" w:type="pct"/>
            <w:shd w:val="clear" w:color="auto" w:fill="AEAAAA" w:themeFill="background2" w:themeFillShade="BF"/>
            <w:vAlign w:val="center"/>
          </w:tcPr>
          <w:p w14:paraId="1DAD4F03" w14:textId="1F3EAE51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1CBCEAF4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61" w:type="pct"/>
          </w:tcPr>
          <w:p w14:paraId="168E4359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98" w:type="pct"/>
          </w:tcPr>
          <w:p w14:paraId="6ABA635A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63" w:type="pct"/>
          </w:tcPr>
          <w:p w14:paraId="0B82727A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48" w:type="pct"/>
          </w:tcPr>
          <w:p w14:paraId="266E72B0" w14:textId="77777777" w:rsidR="00537746" w:rsidRPr="00B87DCF" w:rsidRDefault="00537746" w:rsidP="00D13A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16"/>
                <w:szCs w:val="16"/>
                <w:lang w:val="it-IT"/>
              </w:rPr>
            </w:pPr>
          </w:p>
        </w:tc>
      </w:tr>
    </w:tbl>
    <w:p w14:paraId="7251EF26" w14:textId="77777777" w:rsidR="00353261" w:rsidRPr="00B87DCF" w:rsidRDefault="00353261" w:rsidP="005F1EDD">
      <w:pPr>
        <w:rPr>
          <w:rFonts w:ascii="Arial" w:hAnsi="Arial" w:cs="Arial"/>
        </w:rPr>
      </w:pPr>
    </w:p>
    <w:p w14:paraId="22C255F8" w14:textId="1DBBA1E8" w:rsidR="005F09BF" w:rsidRPr="00B87DCF" w:rsidRDefault="005F09BF">
      <w:pPr>
        <w:ind w:firstLine="0"/>
        <w:jc w:val="left"/>
        <w:rPr>
          <w:rFonts w:ascii="Arial" w:hAnsi="Arial" w:cs="Arial"/>
          <w:b/>
          <w:bCs/>
          <w:iCs/>
          <w:sz w:val="22"/>
          <w:lang w:eastAsia="ar-SA"/>
        </w:rPr>
      </w:pPr>
    </w:p>
    <w:sectPr w:rsidR="005F09BF" w:rsidRPr="00B87DCF" w:rsidSect="0046212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155" w:right="1985" w:bottom="11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E52B7" w14:textId="77777777" w:rsidR="002575E9" w:rsidRDefault="002575E9">
      <w:r>
        <w:separator/>
      </w:r>
    </w:p>
  </w:endnote>
  <w:endnote w:type="continuationSeparator" w:id="0">
    <w:p w14:paraId="619FAA5B" w14:textId="77777777" w:rsidR="002575E9" w:rsidRDefault="0025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1172"/>
    </w:tblGrid>
    <w:tr w:rsidR="00821B2D" w:rsidRPr="007C41B8" w14:paraId="0A8AD8EB" w14:textId="77777777" w:rsidTr="00FD21B6">
      <w:trPr>
        <w:cantSplit/>
        <w:trHeight w:val="845"/>
      </w:trPr>
      <w:tc>
        <w:tcPr>
          <w:tcW w:w="4333" w:type="pct"/>
        </w:tcPr>
        <w:p w14:paraId="0F0FECDC" w14:textId="53D6B838" w:rsidR="00B87DCF" w:rsidRPr="00B87DCF" w:rsidRDefault="00B87DCF" w:rsidP="00B87DCF">
          <w:pPr>
            <w:ind w:firstLine="0"/>
            <w:rPr>
              <w:rFonts w:ascii="Arial" w:hAnsi="Arial" w:cs="Arial"/>
              <w:sz w:val="14"/>
              <w:szCs w:val="14"/>
            </w:rPr>
          </w:pPr>
          <w:r w:rsidRPr="00B87DCF">
            <w:rPr>
              <w:rFonts w:ascii="Arial" w:hAnsi="Arial" w:cs="Arial"/>
              <w:sz w:val="14"/>
              <w:szCs w:val="14"/>
            </w:rPr>
            <w:t xml:space="preserve">Classificazione </w:t>
          </w:r>
          <w:r w:rsidR="005C6F39">
            <w:rPr>
              <w:rFonts w:ascii="Arial" w:hAnsi="Arial" w:cs="Arial"/>
              <w:sz w:val="14"/>
              <w:szCs w:val="14"/>
            </w:rPr>
            <w:t>Consip: Ambito Pubblico</w:t>
          </w:r>
        </w:p>
        <w:p w14:paraId="70FE6D77" w14:textId="6CEE2C09" w:rsidR="00B87DCF" w:rsidRPr="00B87DCF" w:rsidRDefault="00B87DCF" w:rsidP="00B87DCF">
          <w:pPr>
            <w:pStyle w:val="Pidipagina"/>
            <w:spacing w:before="40"/>
            <w:ind w:firstLine="0"/>
            <w:rPr>
              <w:rFonts w:ascii="Arial" w:hAnsi="Arial" w:cs="Arial"/>
              <w:noProof/>
              <w:sz w:val="14"/>
              <w:szCs w:val="14"/>
            </w:rPr>
          </w:pPr>
          <w:r w:rsidRPr="00B87DCF">
            <w:rPr>
              <w:rFonts w:ascii="Arial" w:hAnsi="Arial" w:cs="Arial"/>
              <w:noProof/>
              <w:sz w:val="14"/>
              <w:szCs w:val="14"/>
            </w:rPr>
            <w:t>Accordo Quadro per la fornitura di Sistemi PET/T</w:t>
          </w:r>
          <w:r w:rsidR="00537746">
            <w:rPr>
              <w:rFonts w:ascii="Arial" w:hAnsi="Arial" w:cs="Arial"/>
              <w:noProof/>
              <w:sz w:val="14"/>
              <w:szCs w:val="14"/>
            </w:rPr>
            <w:t>C,</w:t>
          </w:r>
          <w:r w:rsidRPr="00B87DCF">
            <w:rPr>
              <w:rFonts w:ascii="Arial" w:hAnsi="Arial" w:cs="Arial"/>
              <w:noProof/>
              <w:sz w:val="14"/>
              <w:szCs w:val="14"/>
            </w:rPr>
            <w:t xml:space="preserve"> servizi connessi, dispositivi e servizi opzionali per le Pubbliche Amministrazioni – ID2888</w:t>
          </w:r>
        </w:p>
        <w:p w14:paraId="53F15CC6" w14:textId="5E622D41" w:rsidR="00821B2D" w:rsidRPr="000A5E04" w:rsidRDefault="00B87DCF" w:rsidP="00B87DCF">
          <w:pPr>
            <w:pStyle w:val="Pidipagina"/>
            <w:ind w:firstLine="0"/>
          </w:pPr>
          <w:r w:rsidRPr="00B87DCF">
            <w:rPr>
              <w:rFonts w:ascii="Arial" w:hAnsi="Arial" w:cs="Arial"/>
              <w:sz w:val="14"/>
              <w:szCs w:val="14"/>
            </w:rPr>
            <w:t>Allegato B</w:t>
          </w:r>
          <w:r w:rsidR="00E41522">
            <w:rPr>
              <w:rFonts w:ascii="Arial" w:hAnsi="Arial" w:cs="Arial"/>
              <w:sz w:val="14"/>
              <w:szCs w:val="14"/>
            </w:rPr>
            <w:t xml:space="preserve"> </w:t>
          </w:r>
          <w:r w:rsidRPr="00B87DCF">
            <w:rPr>
              <w:rFonts w:ascii="Arial" w:hAnsi="Arial" w:cs="Arial"/>
              <w:sz w:val="14"/>
              <w:szCs w:val="14"/>
            </w:rPr>
            <w:t xml:space="preserve">bis al Capitolato Tecnico </w:t>
          </w:r>
          <w:r w:rsidR="005F09BF" w:rsidRPr="00B87DCF">
            <w:rPr>
              <w:rFonts w:ascii="Arial" w:hAnsi="Arial" w:cs="Arial"/>
              <w:sz w:val="14"/>
              <w:szCs w:val="14"/>
            </w:rPr>
            <w:t>–</w:t>
          </w:r>
          <w:r w:rsidR="00821B2D" w:rsidRPr="00B87DCF">
            <w:rPr>
              <w:rFonts w:ascii="Arial" w:hAnsi="Arial" w:cs="Arial"/>
              <w:sz w:val="14"/>
              <w:szCs w:val="14"/>
            </w:rPr>
            <w:t xml:space="preserve"> </w:t>
          </w:r>
          <w:r w:rsidR="005F09BF" w:rsidRPr="00B87DCF">
            <w:rPr>
              <w:rFonts w:ascii="Arial" w:hAnsi="Arial" w:cs="Arial"/>
              <w:sz w:val="14"/>
              <w:szCs w:val="14"/>
            </w:rPr>
            <w:t>Modello del set informativo</w:t>
          </w:r>
        </w:p>
      </w:tc>
      <w:tc>
        <w:tcPr>
          <w:tcW w:w="667" w:type="pct"/>
        </w:tcPr>
        <w:p w14:paraId="6D810ADE" w14:textId="28B3D78D" w:rsidR="00821B2D" w:rsidRPr="007C41B8" w:rsidRDefault="00821B2D" w:rsidP="00DD6A00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4362EE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4362EE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FF87" w14:textId="77777777" w:rsidR="002575E9" w:rsidRDefault="002575E9">
      <w:r>
        <w:separator/>
      </w:r>
    </w:p>
  </w:footnote>
  <w:footnote w:type="continuationSeparator" w:id="0">
    <w:p w14:paraId="58DBDDFC" w14:textId="77777777" w:rsidR="002575E9" w:rsidRDefault="00257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41319" w14:textId="3D3A99F5" w:rsidR="00821B2D" w:rsidRDefault="00A71AD4" w:rsidP="001F6690">
    <w:pPr>
      <w:pStyle w:val="Intestazione"/>
      <w:ind w:firstLine="0"/>
    </w:pPr>
    <w:r>
      <w:rPr>
        <w:rFonts w:cs="Arial"/>
        <w:noProof/>
        <w:color w:val="0077CF"/>
        <w:sz w:val="16"/>
        <w:szCs w:val="16"/>
      </w:rPr>
      <w:drawing>
        <wp:anchor distT="0" distB="0" distL="0" distR="0" simplePos="0" relativeHeight="251662336" behindDoc="0" locked="0" layoutInCell="1" allowOverlap="1" wp14:anchorId="0C3114EA" wp14:editId="51FBFE5E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45600" cy="306000"/>
          <wp:effectExtent l="0" t="0" r="0" b="0"/>
          <wp:wrapNone/>
          <wp:docPr id="1019128167" name="Immagine 1019128167" descr="Immagine che contiene Elementi grafici, Carattere, grafica,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45600" cy="30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9B1D" w14:textId="594C4759" w:rsidR="00821B2D" w:rsidRDefault="00A71AD4">
    <w:pPr>
      <w:pStyle w:val="Intestazione"/>
    </w:pPr>
    <w:r>
      <w:rPr>
        <w:rFonts w:cs="Arial"/>
        <w:noProof/>
        <w:color w:val="0077CF"/>
        <w:sz w:val="16"/>
        <w:szCs w:val="16"/>
      </w:rPr>
      <w:drawing>
        <wp:anchor distT="0" distB="0" distL="0" distR="0" simplePos="0" relativeHeight="251660288" behindDoc="0" locked="0" layoutInCell="1" allowOverlap="1" wp14:anchorId="5E5A0B34" wp14:editId="3F6CBCFB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45600" cy="306000"/>
          <wp:effectExtent l="0" t="0" r="0" b="0"/>
          <wp:wrapNone/>
          <wp:docPr id="3" name="Immagine 3" descr="Immagine che contiene Elementi grafici, Carattere, grafica, log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45600" cy="30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4843">
    <w:abstractNumId w:val="6"/>
  </w:num>
  <w:num w:numId="2" w16cid:durableId="742458976">
    <w:abstractNumId w:val="3"/>
  </w:num>
  <w:num w:numId="3" w16cid:durableId="403649879">
    <w:abstractNumId w:val="21"/>
  </w:num>
  <w:num w:numId="4" w16cid:durableId="859391074">
    <w:abstractNumId w:val="28"/>
  </w:num>
  <w:num w:numId="5" w16cid:durableId="1308851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83876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89526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8875518">
    <w:abstractNumId w:val="0"/>
  </w:num>
  <w:num w:numId="9" w16cid:durableId="849873946">
    <w:abstractNumId w:val="28"/>
  </w:num>
  <w:num w:numId="10" w16cid:durableId="132455351">
    <w:abstractNumId w:val="14"/>
  </w:num>
  <w:num w:numId="11" w16cid:durableId="315456805">
    <w:abstractNumId w:val="23"/>
  </w:num>
  <w:num w:numId="12" w16cid:durableId="342173866">
    <w:abstractNumId w:val="25"/>
  </w:num>
  <w:num w:numId="13" w16cid:durableId="1452435910">
    <w:abstractNumId w:val="28"/>
  </w:num>
  <w:num w:numId="14" w16cid:durableId="533495623">
    <w:abstractNumId w:val="13"/>
  </w:num>
  <w:num w:numId="15" w16cid:durableId="226110001">
    <w:abstractNumId w:val="27"/>
  </w:num>
  <w:num w:numId="16" w16cid:durableId="499279149">
    <w:abstractNumId w:val="7"/>
  </w:num>
  <w:num w:numId="17" w16cid:durableId="16673173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37335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59030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9246788">
    <w:abstractNumId w:val="9"/>
  </w:num>
  <w:num w:numId="21" w16cid:durableId="497504724">
    <w:abstractNumId w:val="20"/>
  </w:num>
  <w:num w:numId="22" w16cid:durableId="1989439217">
    <w:abstractNumId w:val="24"/>
  </w:num>
  <w:num w:numId="23" w16cid:durableId="2096971352">
    <w:abstractNumId w:val="29"/>
  </w:num>
  <w:num w:numId="24" w16cid:durableId="182282034">
    <w:abstractNumId w:val="26"/>
  </w:num>
  <w:num w:numId="25" w16cid:durableId="377975960">
    <w:abstractNumId w:val="16"/>
  </w:num>
  <w:num w:numId="26" w16cid:durableId="133956203">
    <w:abstractNumId w:val="10"/>
  </w:num>
  <w:num w:numId="27" w16cid:durableId="1555123762">
    <w:abstractNumId w:val="15"/>
  </w:num>
  <w:num w:numId="28" w16cid:durableId="891695296">
    <w:abstractNumId w:val="18"/>
  </w:num>
  <w:num w:numId="29" w16cid:durableId="126751377">
    <w:abstractNumId w:val="4"/>
  </w:num>
  <w:num w:numId="30" w16cid:durableId="279073706">
    <w:abstractNumId w:val="22"/>
  </w:num>
  <w:num w:numId="31" w16cid:durableId="2130003586">
    <w:abstractNumId w:val="8"/>
  </w:num>
  <w:num w:numId="32" w16cid:durableId="1946184331">
    <w:abstractNumId w:val="2"/>
  </w:num>
  <w:num w:numId="33" w16cid:durableId="933056419">
    <w:abstractNumId w:val="5"/>
  </w:num>
  <w:num w:numId="34" w16cid:durableId="1687709059">
    <w:abstractNumId w:val="19"/>
  </w:num>
  <w:num w:numId="35" w16cid:durableId="697511043">
    <w:abstractNumId w:val="1"/>
  </w:num>
  <w:num w:numId="36" w16cid:durableId="755634120">
    <w:abstractNumId w:val="17"/>
  </w:num>
  <w:num w:numId="37" w16cid:durableId="1606385393">
    <w:abstractNumId w:val="31"/>
  </w:num>
  <w:num w:numId="38" w16cid:durableId="378090631">
    <w:abstractNumId w:val="30"/>
  </w:num>
  <w:num w:numId="39" w16cid:durableId="1735472808">
    <w:abstractNumId w:val="28"/>
  </w:num>
  <w:num w:numId="40" w16cid:durableId="2010137794">
    <w:abstractNumId w:val="11"/>
  </w:num>
  <w:num w:numId="41" w16cid:durableId="523321463">
    <w:abstractNumId w:val="12"/>
  </w:num>
  <w:num w:numId="42" w16cid:durableId="1586764696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673C6"/>
    <w:rsid w:val="00070538"/>
    <w:rsid w:val="00070A1B"/>
    <w:rsid w:val="000729FA"/>
    <w:rsid w:val="0007404C"/>
    <w:rsid w:val="00074834"/>
    <w:rsid w:val="00076869"/>
    <w:rsid w:val="000769FE"/>
    <w:rsid w:val="00080825"/>
    <w:rsid w:val="0008252D"/>
    <w:rsid w:val="0008335A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3E8F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40C2"/>
    <w:rsid w:val="00166E10"/>
    <w:rsid w:val="001674D6"/>
    <w:rsid w:val="0017046D"/>
    <w:rsid w:val="001739B3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7094"/>
    <w:rsid w:val="002575E9"/>
    <w:rsid w:val="00261A3C"/>
    <w:rsid w:val="00261CF1"/>
    <w:rsid w:val="0026460E"/>
    <w:rsid w:val="00265A24"/>
    <w:rsid w:val="00266EBD"/>
    <w:rsid w:val="00270980"/>
    <w:rsid w:val="00271647"/>
    <w:rsid w:val="00271CE6"/>
    <w:rsid w:val="0027364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8F0"/>
    <w:rsid w:val="003A3F03"/>
    <w:rsid w:val="003A4445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62EE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E7503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37746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6F39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373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55E"/>
    <w:rsid w:val="006D1C5C"/>
    <w:rsid w:val="006D1D4D"/>
    <w:rsid w:val="006D2530"/>
    <w:rsid w:val="006D2A26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471B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4E8A"/>
    <w:rsid w:val="00827378"/>
    <w:rsid w:val="00827E22"/>
    <w:rsid w:val="00830135"/>
    <w:rsid w:val="00830499"/>
    <w:rsid w:val="008376C1"/>
    <w:rsid w:val="00840D75"/>
    <w:rsid w:val="0084175E"/>
    <w:rsid w:val="00842302"/>
    <w:rsid w:val="00844DB8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0C00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25CF"/>
    <w:rsid w:val="00972878"/>
    <w:rsid w:val="00972DC2"/>
    <w:rsid w:val="009748F0"/>
    <w:rsid w:val="00975B00"/>
    <w:rsid w:val="00976750"/>
    <w:rsid w:val="0098013C"/>
    <w:rsid w:val="00980CE4"/>
    <w:rsid w:val="00981B9C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67EBE"/>
    <w:rsid w:val="00A70015"/>
    <w:rsid w:val="00A71AD4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E79AD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3C4C"/>
    <w:rsid w:val="00B43EEB"/>
    <w:rsid w:val="00B44C56"/>
    <w:rsid w:val="00B46F83"/>
    <w:rsid w:val="00B479F2"/>
    <w:rsid w:val="00B47A5A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87DCF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650"/>
    <w:rsid w:val="00C31F38"/>
    <w:rsid w:val="00C33B91"/>
    <w:rsid w:val="00C35AED"/>
    <w:rsid w:val="00C3690F"/>
    <w:rsid w:val="00C37712"/>
    <w:rsid w:val="00C37918"/>
    <w:rsid w:val="00C40922"/>
    <w:rsid w:val="00C40C54"/>
    <w:rsid w:val="00C41EFF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E63"/>
    <w:rsid w:val="00CE6F82"/>
    <w:rsid w:val="00CF270A"/>
    <w:rsid w:val="00CF281C"/>
    <w:rsid w:val="00CF380D"/>
    <w:rsid w:val="00CF53FB"/>
    <w:rsid w:val="00CF6B99"/>
    <w:rsid w:val="00CF75E6"/>
    <w:rsid w:val="00CF7629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A0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8793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1522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12E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a3a3a3"/>
    </o:shapedefaults>
    <o:shapelayout v:ext="edit">
      <o:idmap v:ext="edit" data="2"/>
    </o:shapelayout>
  </w:shapeDefaults>
  <w:decimalSymbol w:val=","/>
  <w:listSeparator w:val=";"/>
  <w14:docId w14:val="5D437FBF"/>
  <w15:docId w15:val="{F7AD2CD0-5BFC-4258-9A77-8377B30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B6A3-D12E-4BA5-BA2B-30F78661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7</TotalTime>
  <Pages>2</Pages>
  <Words>114</Words>
  <Characters>685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Serata Edoardo</dc:creator>
  <cp:lastModifiedBy>Serata Edoardo</cp:lastModifiedBy>
  <cp:revision>7</cp:revision>
  <cp:lastPrinted>2025-11-05T16:18:00Z</cp:lastPrinted>
  <dcterms:created xsi:type="dcterms:W3CDTF">2025-10-23T11:27:00Z</dcterms:created>
  <dcterms:modified xsi:type="dcterms:W3CDTF">2025-11-05T16:18:00Z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